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1AEC" w14:textId="77777777" w:rsidR="00E64E19" w:rsidRDefault="00E64E19">
      <w:pPr>
        <w:pStyle w:val="a3"/>
        <w:rPr>
          <w:spacing w:val="0"/>
        </w:rPr>
      </w:pPr>
    </w:p>
    <w:p w14:paraId="2B18859C" w14:textId="77777777" w:rsidR="00E64E19" w:rsidRDefault="00E64E19">
      <w:pPr>
        <w:pStyle w:val="a3"/>
        <w:rPr>
          <w:spacing w:val="0"/>
        </w:rPr>
      </w:pPr>
    </w:p>
    <w:p w14:paraId="66CA7C26" w14:textId="5B7934A2" w:rsidR="00E64E19" w:rsidRDefault="00B92B0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令和</w:t>
      </w:r>
      <w:r w:rsidR="00FB5AB0">
        <w:rPr>
          <w:rFonts w:ascii="ＭＳ 明朝" w:hAnsi="ＭＳ 明朝" w:hint="eastAsia"/>
        </w:rPr>
        <w:t>７</w:t>
      </w:r>
      <w:r w:rsidR="000E358C">
        <w:rPr>
          <w:rFonts w:ascii="ＭＳ 明朝" w:hAnsi="ＭＳ 明朝" w:hint="eastAsia"/>
        </w:rPr>
        <w:t>年度</w:t>
      </w:r>
      <w:r w:rsidR="00E64E19">
        <w:rPr>
          <w:rFonts w:ascii="ＭＳ 明朝" w:hAnsi="ＭＳ 明朝" w:hint="eastAsia"/>
        </w:rPr>
        <w:t>北海道高等学校総合体育大会バレーボール競技大会</w:t>
      </w:r>
    </w:p>
    <w:p w14:paraId="0109ACC7" w14:textId="3E0035CE" w:rsidR="00E64E19" w:rsidRDefault="00B92B0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兼　令和</w:t>
      </w:r>
      <w:r w:rsidR="00FB5AB0">
        <w:rPr>
          <w:rFonts w:ascii="ＭＳ 明朝" w:hAnsi="ＭＳ 明朝" w:hint="eastAsia"/>
        </w:rPr>
        <w:t>７</w:t>
      </w:r>
      <w:r w:rsidR="000E358C">
        <w:rPr>
          <w:rFonts w:ascii="ＭＳ 明朝" w:hAnsi="ＭＳ 明朝" w:hint="eastAsia"/>
        </w:rPr>
        <w:t>年度</w:t>
      </w:r>
      <w:r w:rsidR="00E64E19">
        <w:rPr>
          <w:rFonts w:ascii="ＭＳ 明朝" w:hAnsi="ＭＳ 明朝" w:hint="eastAsia"/>
        </w:rPr>
        <w:t>全国高等学校総合体育大会バレーボール競技大会十勝支部予選会</w:t>
      </w:r>
    </w:p>
    <w:p w14:paraId="6B360224" w14:textId="77777777" w:rsidR="00E64E19" w:rsidRDefault="00E64E1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参　加　申　込　書</w:t>
      </w:r>
    </w:p>
    <w:p w14:paraId="11FD1399" w14:textId="77777777" w:rsidR="00E64E19" w:rsidRDefault="00E64E19">
      <w:pPr>
        <w:pStyle w:val="a3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60"/>
        <w:gridCol w:w="3604"/>
        <w:gridCol w:w="1060"/>
        <w:gridCol w:w="3604"/>
      </w:tblGrid>
      <w:tr w:rsidR="00E64E19" w14:paraId="5B08556D" w14:textId="77777777">
        <w:trPr>
          <w:trHeight w:hRule="exact" w:val="355"/>
        </w:trPr>
        <w:tc>
          <w:tcPr>
            <w:tcW w:w="1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E57E9E" w14:textId="77777777" w:rsidR="00E64E19" w:rsidRDefault="00E64E19" w:rsidP="00B92B07">
            <w:pPr>
              <w:pStyle w:val="a3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826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337496A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  <w:spacing w:val="0"/>
              </w:rPr>
              <w:t xml:space="preserve">      </w:t>
            </w:r>
            <w:r>
              <w:rPr>
                <w:rFonts w:ascii="ＭＳ 明朝" w:hAnsi="ＭＳ 明朝" w:hint="eastAsia"/>
              </w:rPr>
              <w:t>高等学校</w:t>
            </w:r>
            <w:r>
              <w:rPr>
                <w:rFonts w:eastAsia="Times New Roman" w:cs="Times New Roman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男子　・　女子</w:t>
            </w:r>
          </w:p>
        </w:tc>
      </w:tr>
      <w:tr w:rsidR="00E64E19" w14:paraId="0CA300AF" w14:textId="77777777">
        <w:trPr>
          <w:trHeight w:hRule="exact" w:val="355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C22258" w14:textId="77777777" w:rsidR="00E64E19" w:rsidRDefault="00E64E19" w:rsidP="00B92B07">
            <w:pPr>
              <w:pStyle w:val="a3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82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7AC6B73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              </w:t>
            </w:r>
            <w:r w:rsidR="00B92B07">
              <w:rPr>
                <w:rFonts w:eastAsia="Times New Roman" w:cs="Times New Roman"/>
                <w:spacing w:val="0"/>
              </w:rPr>
              <w:t xml:space="preserve">                          </w:t>
            </w:r>
            <w:r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eastAsia="Times New Roman" w:cs="Times New Roman"/>
              </w:rPr>
              <w:t>TEL</w:t>
            </w:r>
          </w:p>
        </w:tc>
      </w:tr>
      <w:tr w:rsidR="00E64E19" w14:paraId="25909E4B" w14:textId="77777777">
        <w:trPr>
          <w:trHeight w:hRule="exact" w:val="355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645DEE3F" w14:textId="77777777" w:rsidR="00E64E19" w:rsidRDefault="00E64E19" w:rsidP="00B92B07">
            <w:pPr>
              <w:pStyle w:val="a3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監</w:t>
            </w:r>
            <w:r w:rsidR="00B92B0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督</w:t>
            </w:r>
          </w:p>
        </w:tc>
        <w:tc>
          <w:tcPr>
            <w:tcW w:w="3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9DB54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DAFE354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引率教員</w:t>
            </w:r>
          </w:p>
        </w:tc>
        <w:tc>
          <w:tcPr>
            <w:tcW w:w="36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FB10819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2BCF12D1" w14:textId="77777777" w:rsidTr="0033439E">
        <w:trPr>
          <w:trHeight w:hRule="exact" w:val="355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8157CB6" w14:textId="77777777" w:rsidR="00E64E19" w:rsidRDefault="00E64E19" w:rsidP="00B92B07">
            <w:pPr>
              <w:pStyle w:val="a3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コーチ</w:t>
            </w:r>
          </w:p>
        </w:tc>
        <w:tc>
          <w:tcPr>
            <w:tcW w:w="36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5E275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14:paraId="5616EFB1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主</w:t>
            </w:r>
            <w:r w:rsidR="00B92B0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将</w:t>
            </w:r>
          </w:p>
        </w:tc>
        <w:tc>
          <w:tcPr>
            <w:tcW w:w="3604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48F64C04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33439E" w14:paraId="01EE8246" w14:textId="5C5D9FDA" w:rsidTr="0033439E">
        <w:trPr>
          <w:trHeight w:hRule="exact" w:val="355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2119BD7" w14:textId="77777777" w:rsidR="0033439E" w:rsidRDefault="0033439E" w:rsidP="00B92B07">
            <w:pPr>
              <w:pStyle w:val="a3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ﾏﾈｰｼﾞｬｰ</w:t>
            </w:r>
          </w:p>
        </w:tc>
        <w:tc>
          <w:tcPr>
            <w:tcW w:w="36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945E9F" w14:textId="77777777" w:rsidR="0033439E" w:rsidRDefault="0033439E">
            <w:pPr>
              <w:pStyle w:val="a3"/>
              <w:rPr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FED999" w14:textId="7D3DE35C" w:rsidR="0033439E" w:rsidRPr="0033439E" w:rsidRDefault="0033439E">
            <w:pPr>
              <w:pStyle w:val="a3"/>
              <w:rPr>
                <w:spacing w:val="0"/>
                <w:sz w:val="18"/>
                <w:szCs w:val="18"/>
              </w:rPr>
            </w:pPr>
            <w:r w:rsidRPr="0033439E">
              <w:rPr>
                <w:rFonts w:hint="eastAsia"/>
                <w:spacing w:val="0"/>
                <w:sz w:val="18"/>
                <w:szCs w:val="18"/>
              </w:rPr>
              <w:t>トレーナー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CA5334" w14:textId="77777777" w:rsidR="0033439E" w:rsidRDefault="0033439E">
            <w:pPr>
              <w:pStyle w:val="a3"/>
              <w:rPr>
                <w:spacing w:val="0"/>
              </w:rPr>
            </w:pPr>
          </w:p>
        </w:tc>
      </w:tr>
    </w:tbl>
    <w:p w14:paraId="36087A0B" w14:textId="77777777" w:rsidR="00E64E19" w:rsidRDefault="00E64E19">
      <w:pPr>
        <w:pStyle w:val="a3"/>
        <w:rPr>
          <w:spacing w:val="0"/>
        </w:rPr>
      </w:pPr>
    </w:p>
    <w:p w14:paraId="7E3EBDD4" w14:textId="77777777" w:rsidR="00E64E19" w:rsidRDefault="00E64E19">
      <w:pPr>
        <w:pStyle w:val="a3"/>
        <w:rPr>
          <w:spacing w:val="0"/>
        </w:rPr>
      </w:pPr>
    </w:p>
    <w:p w14:paraId="480569F2" w14:textId="77777777" w:rsidR="00E64E19" w:rsidRDefault="00E64E19">
      <w:pPr>
        <w:pStyle w:val="a3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49"/>
        <w:gridCol w:w="1166"/>
        <w:gridCol w:w="3286"/>
        <w:gridCol w:w="954"/>
        <w:gridCol w:w="954"/>
        <w:gridCol w:w="1431"/>
      </w:tblGrid>
      <w:tr w:rsidR="00E64E19" w14:paraId="43117FB1" w14:textId="77777777">
        <w:trPr>
          <w:cantSplit/>
          <w:trHeight w:hRule="exact" w:val="359"/>
        </w:trPr>
        <w:tc>
          <w:tcPr>
            <w:tcW w:w="17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BE538A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979AD1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競技者番号</w:t>
            </w:r>
          </w:p>
        </w:tc>
        <w:tc>
          <w:tcPr>
            <w:tcW w:w="3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51B1AEC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選　　　　手　　　　名</w:t>
            </w:r>
          </w:p>
        </w:tc>
        <w:tc>
          <w:tcPr>
            <w:tcW w:w="9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BE47ECA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学　年</w:t>
            </w:r>
          </w:p>
        </w:tc>
        <w:tc>
          <w:tcPr>
            <w:tcW w:w="9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7E0E7EC" w14:textId="77777777" w:rsidR="00E64E19" w:rsidRDefault="00E64E19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身　長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2E08BA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F23DAA0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5C8504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67AA85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5056F6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C8FC06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1D3E351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C455FF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393DE3A8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870570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E8874F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69BB1A6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DFAFFE1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13714A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205A89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6E49E6A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36C1D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676456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E80FBE1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54BA8E7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29B684D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FD4FA0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0FFE599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E3AED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475796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BF7E5E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03B31D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9F41964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7ED6B6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142AE3AA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18047D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70E416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DEAEE12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8BBE65C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B810548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B454EE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690A86B2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6CA2E2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B1A5C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03259F5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B1AD3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94E42E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69D484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7B1018F8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DE4416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E6EFA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6840C6C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2DD344C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2C0FC4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65A8F8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AD8DE95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9ACB12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6D3772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CF4FC4F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D80521E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EDB26A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5F79B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45430BAF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DFDBD6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01753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9F9811D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3DB04BC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45179E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BEC2C7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43995A57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2405AD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FA942A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012F2B1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1F52534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4A0F88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6A6B0B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9BD4EF1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2B912C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6D2F75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6C279B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DC33B24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C0A4A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787214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5258BD78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8A600C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9386CD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FA7232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9FCE10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552343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A1E4A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335D1E71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699477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7153FA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8AF60E2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B248761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36A86CD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C25C55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1510330E" w14:textId="77777777">
        <w:trPr>
          <w:cantSplit/>
          <w:trHeight w:hRule="exact" w:val="359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65AEAB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EA92E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311F438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2D2D57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D534CB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3855E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00B65B5B" w14:textId="77777777">
        <w:trPr>
          <w:cantSplit/>
          <w:trHeight w:hRule="exact" w:val="361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8353A3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2C6CD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58E2D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202AD9D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BCB4EB5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973418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26B559B0" w14:textId="77777777">
        <w:trPr>
          <w:cantSplit/>
          <w:trHeight w:hRule="exact" w:val="361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DB7557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318F27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C4DBCFC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D57E617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022D253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EBAF6B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342DEA93" w14:textId="77777777">
        <w:trPr>
          <w:cantSplit/>
          <w:trHeight w:hRule="exact" w:val="361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3E892A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20BAAA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AA6049F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E0BFAC9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CA0E59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955D6D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  <w:tr w:rsidR="00E64E19" w14:paraId="3B0C27D2" w14:textId="77777777">
        <w:trPr>
          <w:cantSplit/>
          <w:trHeight w:hRule="exact" w:val="361"/>
        </w:trPr>
        <w:tc>
          <w:tcPr>
            <w:tcW w:w="17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8CEA48" w14:textId="77777777" w:rsidR="00E64E19" w:rsidRDefault="00E64E1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04C70B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754A046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4958EDF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896DB00" w14:textId="77777777" w:rsidR="00E64E19" w:rsidRDefault="00E64E19">
            <w:pPr>
              <w:pStyle w:val="a3"/>
              <w:rPr>
                <w:spacing w:val="0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C6E9B" w14:textId="77777777" w:rsidR="00E64E19" w:rsidRDefault="00E64E19">
            <w:pPr>
              <w:pStyle w:val="a3"/>
              <w:rPr>
                <w:spacing w:val="0"/>
              </w:rPr>
            </w:pPr>
          </w:p>
        </w:tc>
      </w:tr>
    </w:tbl>
    <w:p w14:paraId="5C607256" w14:textId="77777777" w:rsidR="00E64E19" w:rsidRDefault="00E64E19">
      <w:pPr>
        <w:pStyle w:val="a3"/>
        <w:rPr>
          <w:spacing w:val="0"/>
        </w:rPr>
      </w:pPr>
    </w:p>
    <w:p w14:paraId="7B0F3F48" w14:textId="77777777" w:rsidR="00E64E19" w:rsidRDefault="00E64E19">
      <w:pPr>
        <w:pStyle w:val="a3"/>
        <w:rPr>
          <w:spacing w:val="0"/>
        </w:rPr>
      </w:pPr>
    </w:p>
    <w:p w14:paraId="12FB9888" w14:textId="77777777" w:rsidR="00E64E19" w:rsidRDefault="00E64E19">
      <w:pPr>
        <w:pStyle w:val="a3"/>
        <w:rPr>
          <w:spacing w:val="0"/>
        </w:rPr>
      </w:pPr>
    </w:p>
    <w:p w14:paraId="5917581F" w14:textId="77777777" w:rsidR="00E64E19" w:rsidRDefault="00E64E1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上記の者は本校在学生で、標記大会に出場することを認め、参加申込をいたします。</w:t>
      </w:r>
    </w:p>
    <w:p w14:paraId="6F9C785F" w14:textId="23EAFBDA" w:rsidR="00E64E19" w:rsidRDefault="00B92B0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令和</w:t>
      </w:r>
      <w:r w:rsidR="00FB5AB0">
        <w:rPr>
          <w:rFonts w:ascii="ＭＳ 明朝" w:hAnsi="ＭＳ 明朝" w:hint="eastAsia"/>
        </w:rPr>
        <w:t>７</w:t>
      </w:r>
      <w:r w:rsidR="000E358C">
        <w:rPr>
          <w:rFonts w:ascii="ＭＳ 明朝" w:hAnsi="ＭＳ 明朝" w:hint="eastAsia"/>
        </w:rPr>
        <w:t>年</w:t>
      </w:r>
      <w:r w:rsidR="00E64E19">
        <w:rPr>
          <w:rFonts w:ascii="ＭＳ 明朝" w:hAnsi="ＭＳ 明朝" w:hint="eastAsia"/>
        </w:rPr>
        <w:t xml:space="preserve">　　月　　日</w:t>
      </w:r>
    </w:p>
    <w:p w14:paraId="60C2CFEB" w14:textId="77777777" w:rsidR="00E64E19" w:rsidRDefault="00E64E1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高等学校長　　　　　　　　　　　　印</w:t>
      </w:r>
    </w:p>
    <w:p w14:paraId="2CAF4A81" w14:textId="77777777" w:rsidR="00E64E19" w:rsidRDefault="00E64E19">
      <w:pPr>
        <w:pStyle w:val="a3"/>
        <w:rPr>
          <w:spacing w:val="0"/>
        </w:rPr>
      </w:pPr>
    </w:p>
    <w:sectPr w:rsidR="00E64E19" w:rsidSect="000D5413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0A40F" w14:textId="77777777" w:rsidR="00803D41" w:rsidRDefault="00803D41" w:rsidP="007B7DE5">
      <w:r>
        <w:separator/>
      </w:r>
    </w:p>
  </w:endnote>
  <w:endnote w:type="continuationSeparator" w:id="0">
    <w:p w14:paraId="320C1C00" w14:textId="77777777" w:rsidR="00803D41" w:rsidRDefault="00803D41" w:rsidP="007B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30289" w14:textId="77777777" w:rsidR="00803D41" w:rsidRDefault="00803D41" w:rsidP="007B7DE5">
      <w:r>
        <w:separator/>
      </w:r>
    </w:p>
  </w:footnote>
  <w:footnote w:type="continuationSeparator" w:id="0">
    <w:p w14:paraId="71D3D6CF" w14:textId="77777777" w:rsidR="00803D41" w:rsidRDefault="00803D41" w:rsidP="007B7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E19"/>
    <w:rsid w:val="000D5413"/>
    <w:rsid w:val="000E358C"/>
    <w:rsid w:val="000E46E6"/>
    <w:rsid w:val="001C0556"/>
    <w:rsid w:val="0033439E"/>
    <w:rsid w:val="00337EE7"/>
    <w:rsid w:val="007B7DE5"/>
    <w:rsid w:val="00803D41"/>
    <w:rsid w:val="008628B2"/>
    <w:rsid w:val="008C67F1"/>
    <w:rsid w:val="00944D51"/>
    <w:rsid w:val="00A726BB"/>
    <w:rsid w:val="00B52F0E"/>
    <w:rsid w:val="00B92B07"/>
    <w:rsid w:val="00BA4FDD"/>
    <w:rsid w:val="00CD4E5E"/>
    <w:rsid w:val="00D51864"/>
    <w:rsid w:val="00E34B85"/>
    <w:rsid w:val="00E64E19"/>
    <w:rsid w:val="00FB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6224F2"/>
  <w15:docId w15:val="{57B183AD-062D-42B5-A48E-94EEBAD0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726BB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7B7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B7DE5"/>
  </w:style>
  <w:style w:type="paragraph" w:styleId="a6">
    <w:name w:val="footer"/>
    <w:basedOn w:val="a"/>
    <w:link w:val="a7"/>
    <w:uiPriority w:val="99"/>
    <w:semiHidden/>
    <w:unhideWhenUsed/>
    <w:rsid w:val="007B7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B7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65298;&#65304;&#12496;&#12524;&#12540;&#12508;&#12540;&#12523;&#21313;&#21213;&#25903;&#37096;&#20104;&#36984;&#20250;&#65288;&#38899;&#26356;&#65289;\&#65320;&#65328;&#25522;&#36617;&#29992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山川 和絵</cp:lastModifiedBy>
  <cp:revision>6</cp:revision>
  <dcterms:created xsi:type="dcterms:W3CDTF">2024-04-16T23:45:00Z</dcterms:created>
  <dcterms:modified xsi:type="dcterms:W3CDTF">2025-04-21T01:05:00Z</dcterms:modified>
</cp:coreProperties>
</file>